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721" w:firstLineChars="200"/>
        <w:jc w:val="center"/>
        <w:textAlignment w:val="auto"/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>心之所向，素履以往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721" w:firstLineChars="200"/>
        <w:jc w:val="center"/>
        <w:textAlignment w:val="auto"/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2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 xml:space="preserve"> 个人简介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 w:firstLineChars="200"/>
        <w:textAlignment w:val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张文睿</w:t>
      </w:r>
      <w:r>
        <w:rPr>
          <w:rFonts w:hint="eastAsia" w:ascii="楷体" w:hAnsi="楷体" w:eastAsia="楷体" w:cs="楷体"/>
          <w:sz w:val="28"/>
          <w:szCs w:val="28"/>
        </w:rPr>
        <w:t>，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男</w:t>
      </w:r>
      <w:r>
        <w:rPr>
          <w:rFonts w:hint="eastAsia" w:ascii="楷体" w:hAnsi="楷体" w:eastAsia="楷体" w:cs="楷体"/>
          <w:sz w:val="28"/>
          <w:szCs w:val="28"/>
        </w:rPr>
        <w:t>，汉族，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2001年3月出生，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共青团员</w:t>
      </w:r>
      <w:r>
        <w:rPr>
          <w:rFonts w:hint="eastAsia" w:ascii="楷体" w:hAnsi="楷体" w:eastAsia="楷体" w:cs="楷体"/>
          <w:sz w:val="28"/>
          <w:szCs w:val="28"/>
        </w:rPr>
        <w:t>，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计算机应用技术</w:t>
      </w:r>
      <w:r>
        <w:rPr>
          <w:rFonts w:hint="eastAsia" w:ascii="楷体" w:hAnsi="楷体" w:eastAsia="楷体" w:cs="楷体"/>
          <w:sz w:val="28"/>
          <w:szCs w:val="28"/>
        </w:rPr>
        <w:t>专业，现任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计算机应用技术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19-1班宣传委员，曾任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泰山科技学院大数据</w:t>
      </w:r>
      <w:r>
        <w:rPr>
          <w:rFonts w:hint="eastAsia" w:ascii="楷体" w:hAnsi="楷体" w:eastAsia="楷体" w:cs="楷体"/>
          <w:sz w:val="28"/>
          <w:szCs w:val="28"/>
        </w:rPr>
        <w:t>学院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组织部部长</w:t>
      </w:r>
      <w:r>
        <w:rPr>
          <w:rFonts w:hint="eastAsia" w:ascii="楷体" w:hAnsi="楷体" w:eastAsia="楷体" w:cs="楷体"/>
          <w:sz w:val="28"/>
          <w:szCs w:val="28"/>
        </w:rPr>
        <w:t>。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大一、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大二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学年综合成绩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均位于专业前列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，并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两次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获得学校一等奖学金。</w:t>
      </w:r>
      <w:r>
        <w:rPr>
          <w:rFonts w:hint="eastAsia" w:ascii="楷体" w:hAnsi="楷体" w:eastAsia="楷体" w:cs="楷体"/>
          <w:sz w:val="28"/>
          <w:szCs w:val="28"/>
        </w:rPr>
        <w:t>入校后曾先后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获得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2020年全国大学生组织管理能力大赛“决赛三等奖”、第四届全国大学生预防艾滋病知识竞赛“优秀奖”、山东科技大学泰山科技学院“三好学生”、“优秀学生会干事”、“优秀团干部”等诸多奖项。学习勤奋努力，成绩突出，无任何违规违纪记录。</w:t>
      </w:r>
      <w:r>
        <w:rPr>
          <w:rFonts w:asciiTheme="minorEastAsia" w:hAnsiTheme="minorEastAsia" w:eastAsiaTheme="minorEastAsia"/>
          <w:sz w:val="28"/>
          <w:szCs w:val="28"/>
        </w:rPr>
        <w:t>
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两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年前，我经过</w:t>
      </w:r>
      <w:r>
        <w:rPr>
          <w:rFonts w:hint="eastAsia" w:ascii="宋体" w:hAnsi="宋体" w:eastAsia="宋体" w:cs="宋体"/>
          <w:sz w:val="28"/>
          <w:szCs w:val="28"/>
        </w:rPr>
        <w:t>一路拼搏，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一路波折，</w:t>
      </w:r>
      <w:r>
        <w:rPr>
          <w:rFonts w:hint="eastAsia" w:ascii="宋体" w:hAnsi="宋体" w:eastAsia="宋体" w:cs="宋体"/>
          <w:sz w:val="28"/>
          <w:szCs w:val="28"/>
        </w:rPr>
        <w:t>满载着收获与期待，来到了让我放飞理想的地方</w:t>
      </w:r>
      <w:r>
        <w:rPr>
          <w:rFonts w:hint="eastAsia" w:ascii="宋体" w:hAnsi="宋体" w:cs="宋体"/>
          <w:sz w:val="28"/>
          <w:szCs w:val="28"/>
          <w:lang w:eastAsia="zh-CN"/>
        </w:rPr>
        <w:t>——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泰山科技学院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入学前</w:t>
      </w:r>
      <w:r>
        <w:rPr>
          <w:rFonts w:hint="eastAsia" w:ascii="宋体" w:hAnsi="宋体" w:eastAsia="宋体" w:cs="宋体"/>
          <w:sz w:val="28"/>
          <w:szCs w:val="28"/>
        </w:rPr>
        <w:t>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听闻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山东省政府奖学金</w:t>
      </w:r>
      <w:r>
        <w:rPr>
          <w:rFonts w:hint="eastAsia" w:ascii="宋体" w:hAnsi="宋体" w:eastAsia="宋体" w:cs="宋体"/>
          <w:sz w:val="28"/>
          <w:szCs w:val="28"/>
        </w:rPr>
        <w:t>，我知道，那是对一个大学生的莫大的荣誉，于是这成了我心里暗自定下的一个目标。我不知道这条路有多远，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有多难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但我相信，唯有拼搏，一切皆能如愿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一、思想是行动的基础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 大学期间正是学生形成世界观，人生观的分界点，从高中的稚嫩走入大学，人生观世界观价值都在复杂的生活环境下面临着各种挑战。但在大一这关键的时期，我坚定了自己的信仰。从进入大学的第一天起，就开始认真学习马列主义、毛泽东思想、邓小平理论和三个代表重要思想，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在大一就</w:t>
      </w:r>
      <w:r>
        <w:rPr>
          <w:rFonts w:hint="eastAsia" w:ascii="宋体" w:hAnsi="宋体" w:eastAsia="宋体" w:cs="宋体"/>
          <w:sz w:val="28"/>
          <w:szCs w:val="28"/>
        </w:rPr>
        <w:t>递交了入党申请书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现在已发展为一名入党积极分子</w:t>
      </w:r>
      <w:r>
        <w:rPr>
          <w:rFonts w:hint="eastAsia" w:ascii="宋体" w:hAnsi="宋体" w:eastAsia="宋体" w:cs="宋体"/>
          <w:sz w:val="28"/>
          <w:szCs w:val="28"/>
        </w:rPr>
        <w:t>。我时刻以共产党员的标准来要求自己，时刻以先进正确的思想和理念武装自己的头脑，永记党的宗旨，全心全意为人民服务。在平时学习、工作和生活中更是严格要求自己，力争做到工作中任劳任怨，生活中艰苦朴素,时时处处在同学中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到</w:t>
      </w:r>
      <w:r>
        <w:rPr>
          <w:rFonts w:hint="eastAsia" w:ascii="宋体" w:hAnsi="宋体" w:eastAsia="宋体" w:cs="宋体"/>
          <w:sz w:val="28"/>
          <w:szCs w:val="28"/>
        </w:rPr>
        <w:t>表率作用。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二、 学习刻苦，成绩突出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我始终牢记：学习是学生的第一要务。身为宣传委员、大数据学院组织部部长，我</w:t>
      </w:r>
      <w:r>
        <w:rPr>
          <w:rFonts w:hint="eastAsia" w:ascii="宋体" w:hAnsi="宋体" w:eastAsia="宋体" w:cs="宋体"/>
          <w:sz w:val="28"/>
          <w:szCs w:val="28"/>
        </w:rPr>
        <w:t>身兼数职，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深知</w:t>
      </w:r>
      <w:r>
        <w:rPr>
          <w:rFonts w:hint="eastAsia" w:ascii="宋体" w:hAnsi="宋体" w:eastAsia="宋体" w:cs="宋体"/>
          <w:sz w:val="28"/>
          <w:szCs w:val="28"/>
        </w:rPr>
        <w:t>自己工作量很大，但作为一名学生，我牢记“学习永远是主题”，所以从来没有忘记自己大学的信念，从来没有把工作忙做为放松学业的借口，更没有停下过奋斗的脚步。
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在过去的一年中，我刻苦学习，努力务实，抓紧分分秒秒努力学习专业知识，同时博览群书，拓宽知识面。“宝剑锋从磨砺出，梅花香自苦寒来。”在老师、同学们的指导和帮助下，我取得了较理想的成绩：在大一学年度学年，专业排名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，获得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一等奖学金、“优秀学生会干事”以及“三好学生”称号。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大二学年度，继往开来，成绩继续保持专业前列，再次获得学校一等奖学金，并获得“优秀团干部”等荣誉称号。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看着自己用汗水换来的成绩，我知道自己在不断进步，同时还要更加不懈的努力，以取得更大的进步。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天道酬勤！一份耕耘，一份收获。我付出着，也收获着。在学习方面也丝毫没有落下。我相信每一份付出都会结出硕果，每一个理想插上翅膀都会翱翔！每一个青春因为奋斗都会变得精彩！
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三、工作出色，认真负责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大一班级的宣传委员到、大数据学院</w:t>
      </w:r>
      <w:r>
        <w:rPr>
          <w:rFonts w:hint="eastAsia" w:ascii="宋体" w:hAnsi="宋体" w:eastAsia="宋体" w:cs="宋体"/>
          <w:sz w:val="28"/>
          <w:szCs w:val="28"/>
        </w:rPr>
        <w:t>学生会干事，再到大二的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大数据学院组织部</w:t>
      </w:r>
      <w:r>
        <w:rPr>
          <w:rFonts w:hint="eastAsia" w:ascii="宋体" w:hAnsi="宋体" w:eastAsia="宋体" w:cs="宋体"/>
          <w:sz w:val="28"/>
          <w:szCs w:val="28"/>
        </w:rPr>
        <w:t>部长，我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一路成长，一路收获，</w:t>
      </w:r>
      <w:r>
        <w:rPr>
          <w:rFonts w:hint="eastAsia" w:ascii="宋体" w:hAnsi="宋体" w:eastAsia="宋体" w:cs="宋体"/>
          <w:sz w:val="28"/>
          <w:szCs w:val="28"/>
        </w:rPr>
        <w:t>一直体验着一种身兼数职的辛苦，工作学习双兼顾的不易，但也享受着认真工作学习的成就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，老师和同学对于我工作的认可</w:t>
      </w:r>
      <w:r>
        <w:rPr>
          <w:rFonts w:hint="eastAsia" w:ascii="宋体" w:hAnsi="宋体" w:eastAsia="宋体" w:cs="宋体"/>
          <w:sz w:val="28"/>
          <w:szCs w:val="28"/>
        </w:rPr>
        <w:t>。
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作为学生干部，工作勤勤恳恳、办事踏踏实实。
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大数据</w:t>
      </w:r>
      <w:r>
        <w:rPr>
          <w:rFonts w:hint="eastAsia" w:ascii="宋体" w:hAnsi="宋体" w:eastAsia="宋体" w:cs="宋体"/>
          <w:sz w:val="28"/>
          <w:szCs w:val="28"/>
        </w:rPr>
        <w:t>院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组织部</w:t>
      </w:r>
      <w:r>
        <w:rPr>
          <w:rFonts w:hint="eastAsia" w:ascii="宋体" w:hAnsi="宋体" w:eastAsia="宋体" w:cs="宋体"/>
          <w:sz w:val="28"/>
          <w:szCs w:val="28"/>
        </w:rPr>
        <w:t>任职期间，圆满完成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全校超级完满团支部</w:t>
      </w:r>
      <w:r>
        <w:rPr>
          <w:rFonts w:hint="eastAsia" w:ascii="宋体" w:hAnsi="宋体" w:eastAsia="宋体" w:cs="宋体"/>
          <w:sz w:val="28"/>
          <w:szCs w:val="28"/>
        </w:rPr>
        <w:t>评定工作，完成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全学院团费收缴、共青团组织建设工作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组织策划了一系列立足学院的完满活动，圆满完成新学年部门纳新工作</w:t>
      </w:r>
      <w:r>
        <w:rPr>
          <w:rFonts w:hint="eastAsia" w:ascii="宋体" w:hAnsi="宋体" w:eastAsia="宋体" w:cs="宋体"/>
          <w:sz w:val="28"/>
          <w:szCs w:val="28"/>
        </w:rPr>
        <w:t>。在工作务实的基础上，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积极为学院各项工作进行建言献策，并得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了老师同学的一致赞赏。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班级内</w:t>
      </w:r>
      <w:r>
        <w:rPr>
          <w:rFonts w:hint="eastAsia" w:ascii="宋体" w:hAnsi="宋体" w:eastAsia="宋体" w:cs="宋体"/>
          <w:sz w:val="28"/>
          <w:szCs w:val="28"/>
        </w:rPr>
        <w:t>，身为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宣传委员</w:t>
      </w:r>
      <w:r>
        <w:rPr>
          <w:rFonts w:hint="eastAsia" w:ascii="宋体" w:hAnsi="宋体" w:eastAsia="宋体" w:cs="宋体"/>
          <w:sz w:val="28"/>
          <w:szCs w:val="28"/>
        </w:rPr>
        <w:t>，与班里同学一起努力，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带领</w:t>
      </w:r>
      <w:r>
        <w:rPr>
          <w:rFonts w:hint="eastAsia" w:ascii="宋体" w:hAnsi="宋体" w:eastAsia="宋体" w:cs="宋体"/>
          <w:sz w:val="28"/>
          <w:szCs w:val="28"/>
        </w:rPr>
        <w:t>班集体在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各项活动评比中都得以取得优秀成绩</w:t>
      </w:r>
      <w:r>
        <w:rPr>
          <w:rFonts w:hint="eastAsia" w:ascii="宋体" w:hAnsi="宋体" w:eastAsia="宋体" w:cs="宋体"/>
          <w:sz w:val="28"/>
          <w:szCs w:val="28"/>
        </w:rPr>
        <w:t>。
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四、全面发展，积极参加完满教育活动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完满教育是我校特色，完满教育活动也是我校的名片之一，截止撰稿前我的完满教学总学分已达到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453.5分。</w:t>
      </w:r>
      <w:r>
        <w:rPr>
          <w:rFonts w:hint="eastAsia" w:ascii="宋体" w:hAnsi="宋体" w:eastAsia="宋体" w:cs="宋体"/>
          <w:sz w:val="28"/>
          <w:szCs w:val="28"/>
        </w:rPr>
        <w:t>在工作学习之余也没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有</w:t>
      </w:r>
      <w:r>
        <w:rPr>
          <w:rFonts w:hint="eastAsia" w:ascii="宋体" w:hAnsi="宋体" w:eastAsia="宋体" w:cs="宋体"/>
          <w:sz w:val="28"/>
          <w:szCs w:val="28"/>
        </w:rPr>
        <w:t>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记</w:t>
      </w:r>
      <w:r>
        <w:rPr>
          <w:rFonts w:hint="eastAsia" w:ascii="宋体" w:hAnsi="宋体" w:eastAsia="宋体" w:cs="宋体"/>
          <w:sz w:val="28"/>
          <w:szCs w:val="28"/>
        </w:rPr>
        <w:t>德、智、体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、美</w:t>
      </w:r>
      <w:r>
        <w:rPr>
          <w:rFonts w:hint="eastAsia" w:ascii="宋体" w:hAnsi="宋体" w:eastAsia="宋体" w:cs="宋体"/>
          <w:sz w:val="28"/>
          <w:szCs w:val="28"/>
        </w:rPr>
        <w:t>全面发展。积极参加各项课外活动，丰富自己并提升自己。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德，积极参加学校志愿者活动，圆满完成学校“公益酷跑”、迎新志愿服务等志愿者活动，热心奉献，积极生活；智，大一、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大二两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学年度成绩稳居级部前列，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两次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获得学院一等奖学金，并积极参加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2020年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“高教杯”全国大学生数学建模大赛、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2020年全国大学生组织管理能力大赛并取得“决赛三等奖”的好成绩；体，积极参加学校各项体育活动，大一参加大数据学院“九河杯”篮球比赛，班级拔河比赛，大二开学伊始担任大数据学院篮球比赛裁判；美，大一参加“音岳之声”校级合唱比赛，并取得“一等奖”。</w:t>
      </w:r>
      <w:r>
        <w:rPr>
          <w:rFonts w:hint="eastAsia" w:ascii="宋体" w:hAnsi="宋体" w:eastAsia="宋体" w:cs="宋体"/>
          <w:sz w:val="28"/>
          <w:szCs w:val="28"/>
        </w:rPr>
        <w:t>通过这些，我全面发展了自己，自己也正在向着成长为一名品学兼优，综合素质过硬，专业素质突出，全面发展的大学生的既定目标不断迈进。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 w:firstLineChars="200"/>
        <w:textAlignment w:val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大学是人生最宝贵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时光</w:t>
      </w:r>
      <w:r>
        <w:rPr>
          <w:rFonts w:hint="eastAsia" w:ascii="宋体" w:hAnsi="宋体" w:eastAsia="宋体" w:cs="宋体"/>
          <w:sz w:val="28"/>
          <w:szCs w:val="28"/>
        </w:rPr>
        <w:t>，与其在消磨以后扼腕叹息，何不从现在开始为之奋斗呢？我相信我会用自己的双手规划属于自己的大学，创造属于自己的未来！时间还在继续，生活还在进行，我会依然拼搏并且努力着。不断的提高，不停的挑战，争取在各个方面全面发展。日渐的成熟，不休的锻炼，再加上勤奋的学习与认真的工作，相信我的明天会变的更加的美好和绚烂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没有理想何必远方，希望我能够以渺小启程，伟大收场！</w:t>
      </w:r>
      <w:r>
        <w:rPr>
          <w:rFonts w:hint="eastAsia" w:ascii="宋体" w:hAnsi="宋体" w:eastAsia="宋体" w:cs="宋体"/>
          <w:sz w:val="28"/>
          <w:szCs w:val="28"/>
        </w:rPr>
        <w:t>
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</w:p>
    <w:sectPr>
      <w:foot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906165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F00023E"/>
    <w:rsid w:val="000B6D27"/>
    <w:rsid w:val="001D0743"/>
    <w:rsid w:val="0021361C"/>
    <w:rsid w:val="00217F42"/>
    <w:rsid w:val="0025739E"/>
    <w:rsid w:val="002E3910"/>
    <w:rsid w:val="002F39B4"/>
    <w:rsid w:val="002F3BFF"/>
    <w:rsid w:val="002F6963"/>
    <w:rsid w:val="00370104"/>
    <w:rsid w:val="004E6F2F"/>
    <w:rsid w:val="00510334"/>
    <w:rsid w:val="00544AC7"/>
    <w:rsid w:val="005C1122"/>
    <w:rsid w:val="0066335B"/>
    <w:rsid w:val="006856CE"/>
    <w:rsid w:val="006E69AA"/>
    <w:rsid w:val="007432C4"/>
    <w:rsid w:val="00753B7B"/>
    <w:rsid w:val="007921FD"/>
    <w:rsid w:val="007A19D7"/>
    <w:rsid w:val="007E2DDB"/>
    <w:rsid w:val="00846B58"/>
    <w:rsid w:val="008D5EE1"/>
    <w:rsid w:val="0092262E"/>
    <w:rsid w:val="009A27D4"/>
    <w:rsid w:val="00BE0704"/>
    <w:rsid w:val="00DA5FFB"/>
    <w:rsid w:val="00FC3368"/>
    <w:rsid w:val="033D1CC4"/>
    <w:rsid w:val="06606B54"/>
    <w:rsid w:val="10557CC4"/>
    <w:rsid w:val="122E04A9"/>
    <w:rsid w:val="18706B39"/>
    <w:rsid w:val="1B775F20"/>
    <w:rsid w:val="1F00023E"/>
    <w:rsid w:val="1FD271BC"/>
    <w:rsid w:val="212954ED"/>
    <w:rsid w:val="22BE01EF"/>
    <w:rsid w:val="27225FB4"/>
    <w:rsid w:val="2F1B15FB"/>
    <w:rsid w:val="2F3E4128"/>
    <w:rsid w:val="2FBD3990"/>
    <w:rsid w:val="2FBD4BC6"/>
    <w:rsid w:val="315D7255"/>
    <w:rsid w:val="32C26D33"/>
    <w:rsid w:val="396D6C4B"/>
    <w:rsid w:val="40143882"/>
    <w:rsid w:val="41C63AA4"/>
    <w:rsid w:val="437F4BC4"/>
    <w:rsid w:val="45E3767D"/>
    <w:rsid w:val="464648CC"/>
    <w:rsid w:val="4DC4038C"/>
    <w:rsid w:val="4E121A4E"/>
    <w:rsid w:val="4E132CEB"/>
    <w:rsid w:val="4EF06CCD"/>
    <w:rsid w:val="4FD37CAB"/>
    <w:rsid w:val="53534D4C"/>
    <w:rsid w:val="58AB50DF"/>
    <w:rsid w:val="652B1FB0"/>
    <w:rsid w:val="65AB2794"/>
    <w:rsid w:val="67EC0FE1"/>
    <w:rsid w:val="68D268B7"/>
    <w:rsid w:val="6B532572"/>
    <w:rsid w:val="6D2A3363"/>
    <w:rsid w:val="70BE190E"/>
    <w:rsid w:val="761A6632"/>
    <w:rsid w:val="7DF3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06e802828ef2e6eafd243c76ef58928b\&#22823;&#23398;&#22269;&#23478;&#22870;&#23398;&#37329;&#33719;&#24471;&#32773;&#20010;&#20154;&#20107;&#36857;&#26448;&#26009;.doc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大学国家奖学金获得者个人事迹材料.doc.docx</Template>
  <Pages>5</Pages>
  <Words>2627</Words>
  <Characters>2656</Characters>
  <Lines>1</Lines>
  <Paragraphs>1</Paragraphs>
  <TotalTime>2</TotalTime>
  <ScaleCrop>false</ScaleCrop>
  <LinksUpToDate>false</LinksUpToDate>
  <CharactersWithSpaces>2689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2020-10-19T01:51:00Z</dcterms:created>
  <dc:creator>WPS_1469944240</dc:creator>
  <cp:lastModifiedBy>Administrator</cp:lastModifiedBy>
  <dcterms:modified xsi:type="dcterms:W3CDTF">2021-11-03T02:45:47Z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D8B7EF59B9164F7FBF09A41FC13C5E6C</vt:lpwstr>
  </property>
</Properties>
</file>